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DF64BA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F95F18">
        <w:rPr>
          <w:rFonts w:ascii="Corbel" w:hAnsi="Corbel"/>
          <w:i/>
          <w:sz w:val="24"/>
          <w:szCs w:val="24"/>
        </w:rPr>
        <w:tab/>
      </w:r>
      <w:r w:rsidR="00F95F18">
        <w:rPr>
          <w:rFonts w:ascii="Corbel" w:hAnsi="Corbel"/>
          <w:i/>
          <w:sz w:val="24"/>
          <w:szCs w:val="24"/>
        </w:rPr>
        <w:tab/>
      </w:r>
      <w:r w:rsidR="00F95F18">
        <w:rPr>
          <w:rFonts w:ascii="Corbel" w:hAnsi="Corbel"/>
          <w:i/>
          <w:sz w:val="24"/>
          <w:szCs w:val="24"/>
        </w:rPr>
        <w:tab/>
      </w:r>
      <w:r w:rsidR="00F95F18">
        <w:rPr>
          <w:rFonts w:ascii="Corbel" w:hAnsi="Corbel"/>
          <w:i/>
          <w:sz w:val="24"/>
          <w:szCs w:val="24"/>
        </w:rPr>
        <w:tab/>
      </w:r>
      <w:r w:rsidR="00F95F18">
        <w:rPr>
          <w:rFonts w:ascii="Corbel" w:hAnsi="Corbel"/>
          <w:i/>
          <w:sz w:val="24"/>
          <w:szCs w:val="24"/>
        </w:rPr>
        <w:tab/>
      </w:r>
      <w:r w:rsidR="00F95F18">
        <w:rPr>
          <w:rFonts w:ascii="Corbel" w:hAnsi="Corbel"/>
          <w:i/>
          <w:sz w:val="24"/>
          <w:szCs w:val="24"/>
        </w:rPr>
        <w:tab/>
      </w:r>
      <w:r w:rsidR="00F95F18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DF64BA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/202</w:t>
      </w:r>
      <w:r w:rsidR="00DF64BA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923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Profilaktyka wiktymizacji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B5A35" w:rsidRPr="00B169DF" w:rsidTr="00B819C8">
        <w:tc>
          <w:tcPr>
            <w:tcW w:w="2694" w:type="dxa"/>
            <w:vAlign w:val="center"/>
          </w:tcPr>
          <w:p w:rsidR="00CB5A35" w:rsidRPr="00B169DF" w:rsidRDefault="00CB5A3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B5A35" w:rsidRPr="00B169DF" w:rsidRDefault="00CB5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B5A35" w:rsidRPr="00B169DF" w:rsidTr="00B819C8">
        <w:tc>
          <w:tcPr>
            <w:tcW w:w="2694" w:type="dxa"/>
            <w:vAlign w:val="center"/>
          </w:tcPr>
          <w:p w:rsidR="00CB5A35" w:rsidRPr="00B169DF" w:rsidRDefault="00CB5A3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B5A35" w:rsidRPr="00B169DF" w:rsidRDefault="00CB5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B5A35" w:rsidRPr="00B169DF" w:rsidTr="00B819C8">
        <w:tc>
          <w:tcPr>
            <w:tcW w:w="2694" w:type="dxa"/>
            <w:vAlign w:val="center"/>
          </w:tcPr>
          <w:p w:rsidR="00CB5A35" w:rsidRPr="00B169DF" w:rsidRDefault="00CB5A3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B5A35" w:rsidRPr="00B169DF" w:rsidRDefault="00CB5A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CC61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rok/semestr </w:t>
            </w:r>
            <w:r w:rsidR="00923BB5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CC61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923B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1F513D">
        <w:rPr>
          <w:rFonts w:ascii="Corbel" w:hAnsi="Corbel"/>
          <w:b w:val="0"/>
          <w:szCs w:val="24"/>
        </w:rPr>
        <w:t>Zaliczenie z oceną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1F513D" w:rsidRDefault="0035466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całościowa analiza zjawisk dysfunkcjonalnych i zapobieganie nieprawidłowym procesom </w:t>
            </w:r>
            <w:r>
              <w:rPr>
                <w:rFonts w:ascii="Corbel" w:eastAsia="Calibri" w:hAnsi="Corbel"/>
                <w:b w:val="0"/>
                <w:szCs w:val="22"/>
                <w:lang w:eastAsia="en-US"/>
              </w:rPr>
              <w:br/>
            </w:r>
            <w:r w:rsidRPr="0035466E">
              <w:rPr>
                <w:rFonts w:ascii="Corbel" w:eastAsia="Calibri" w:hAnsi="Corbel"/>
                <w:b w:val="0"/>
                <w:szCs w:val="22"/>
                <w:lang w:eastAsia="en-US"/>
              </w:rPr>
              <w:t>i zjawiskom, których wynikiem są różne formy pokrzywdzenia</w:t>
            </w:r>
            <w:r>
              <w:rPr>
                <w:rFonts w:ascii="OpenSans" w:hAnsi="OpenSans"/>
                <w:color w:val="000000"/>
                <w:shd w:val="clear" w:color="auto" w:fill="FFFFFF"/>
              </w:rPr>
              <w:t> 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1F513D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zCs w:val="22"/>
              </w:rPr>
              <w:t xml:space="preserve">diagnoza zakresu potrzeb osób </w:t>
            </w:r>
            <w:r w:rsidR="0035466E" w:rsidRPr="00ED59D4">
              <w:rPr>
                <w:rFonts w:ascii="Corbel" w:hAnsi="Corbel"/>
                <w:b w:val="0"/>
                <w:szCs w:val="22"/>
              </w:rPr>
              <w:t>doświadczającyc</w:t>
            </w:r>
            <w:r w:rsidR="00ED59D4" w:rsidRPr="00ED59D4">
              <w:rPr>
                <w:rFonts w:ascii="Corbel" w:hAnsi="Corbel"/>
                <w:b w:val="0"/>
                <w:szCs w:val="22"/>
              </w:rPr>
              <w:t>h ryzyka bycia ofiarą przestępstwa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0B4822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analiza regulacji prawnych w odniesieniu do </w:t>
            </w:r>
            <w:r w:rsidR="000B4822" w:rsidRPr="000B4822">
              <w:rPr>
                <w:rFonts w:ascii="Corbel" w:hAnsi="Corbel"/>
                <w:b w:val="0"/>
                <w:szCs w:val="22"/>
              </w:rPr>
              <w:t>problematyki ofiar przestępstw</w:t>
            </w:r>
          </w:p>
        </w:tc>
      </w:tr>
      <w:tr w:rsidR="00026564" w:rsidRPr="00B169DF" w:rsidTr="00DF1C51">
        <w:tc>
          <w:tcPr>
            <w:tcW w:w="844" w:type="dxa"/>
            <w:vAlign w:val="center"/>
          </w:tcPr>
          <w:p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B48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026564" w:rsidRPr="001F513D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0B4822"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 w:rsidRPr="000B4822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8665D" w:rsidRPr="00B169DF" w:rsidTr="0083178D">
        <w:trPr>
          <w:trHeight w:val="621"/>
        </w:trPr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F27486" w:rsidRPr="00ED59D4">
              <w:rPr>
                <w:rFonts w:ascii="Corbel" w:hAnsi="Corbel"/>
                <w:b w:val="0"/>
                <w:smallCaps w:val="0"/>
                <w:sz w:val="22"/>
              </w:rPr>
              <w:t>dokona w sposób pogłębiony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 xml:space="preserve"> analizy czynników determinujących ryzyko bycia ofiara przestępstwa w kontekście aspektów biologicznych, psychologicznych oraz społecznych.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</w:t>
            </w:r>
            <w:r w:rsidR="00F27486">
              <w:rPr>
                <w:rFonts w:ascii="Corbel" w:hAnsi="Corbel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58665D" w:rsidRPr="0028408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szczegółowo scharakteryzuje różne struktury społeczne i instytucje realizujące zadania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ryzyka wiktymizacji.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</w:t>
            </w:r>
            <w:r w:rsidR="00F27486">
              <w:rPr>
                <w:rFonts w:ascii="Corbel" w:hAnsi="Corbel"/>
              </w:rPr>
              <w:t>7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>Student zaproponuje rozwiązania praktyczne w odniesieniu do konkretnej grupy marginalizowanej społecznie, uwzględniając wybrane koncepcje pedagogiczne i obowiązujące w Polsce regulacje prawne.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Kluczowe będzie odwołanie do jednostek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</w:t>
            </w:r>
            <w:r w:rsidR="00F27486">
              <w:rPr>
                <w:rFonts w:ascii="Corbel" w:hAnsi="Corbel"/>
              </w:rPr>
              <w:t>Wo8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zidentyfikuje środki i metody pracy służące najbardziej efektywnej realizacji celów z zakresu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profilaktyki wiktymizacji</w:t>
            </w:r>
            <w:r w:rsidR="002840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</w:t>
            </w:r>
            <w:r w:rsidR="00F27486">
              <w:rPr>
                <w:rFonts w:ascii="Corbel" w:hAnsi="Corbel"/>
              </w:rPr>
              <w:t>2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Student dokona korekty programów readaptacji społecznej </w:t>
            </w:r>
            <w:r w:rsidR="005312BE" w:rsidRPr="0028408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8408B">
              <w:rPr>
                <w:rFonts w:ascii="Corbel" w:hAnsi="Corbel"/>
                <w:b w:val="0"/>
                <w:smallCaps w:val="0"/>
                <w:sz w:val="22"/>
              </w:rPr>
              <w:t xml:space="preserve">z perspektywy ich skuteczności, uwzględniając </w:t>
            </w:r>
            <w:r w:rsidR="0028408B" w:rsidRPr="0028408B">
              <w:rPr>
                <w:rFonts w:ascii="Corbel" w:hAnsi="Corbel"/>
                <w:b w:val="0"/>
                <w:smallCaps w:val="0"/>
                <w:sz w:val="22"/>
              </w:rPr>
              <w:t>obszary pracy z osobami z grupy ryzyka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</w:t>
            </w:r>
            <w:r w:rsidR="00F27486">
              <w:rPr>
                <w:rFonts w:ascii="Corbel" w:hAnsi="Corbel"/>
                <w:b w:val="0"/>
                <w:sz w:val="22"/>
              </w:rPr>
              <w:t>U</w:t>
            </w:r>
            <w:r w:rsidRPr="00F86404">
              <w:rPr>
                <w:rFonts w:ascii="Corbel" w:hAnsi="Corbel"/>
                <w:b w:val="0"/>
                <w:sz w:val="22"/>
              </w:rPr>
              <w:t>0</w:t>
            </w:r>
            <w:r w:rsidR="00F27486">
              <w:rPr>
                <w:rFonts w:ascii="Corbel" w:hAnsi="Corbel"/>
                <w:b w:val="0"/>
                <w:sz w:val="22"/>
              </w:rPr>
              <w:t>6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:rsidR="0058665D" w:rsidRPr="00F62C4B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 w:rsidRPr="00ED59D4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 w:rsidRPr="00ED59D4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  <w:r w:rsidR="00ED59D4">
              <w:rPr>
                <w:rFonts w:ascii="Corbel" w:hAnsi="Corbel"/>
                <w:b w:val="0"/>
                <w:smallCaps w:val="0"/>
                <w:sz w:val="22"/>
              </w:rPr>
              <w:t>Kluczowe</w:t>
            </w:r>
            <w:r w:rsidR="0028408B" w:rsidRPr="00ED59D4">
              <w:rPr>
                <w:rFonts w:ascii="Corbel" w:hAnsi="Corbel"/>
                <w:b w:val="0"/>
                <w:smallCaps w:val="0"/>
                <w:sz w:val="22"/>
              </w:rPr>
              <w:t xml:space="preserve"> będzie odwołanie do jedno</w:t>
            </w:r>
            <w:r w:rsidR="00ED59D4" w:rsidRPr="00ED59D4">
              <w:rPr>
                <w:rFonts w:ascii="Corbel" w:hAnsi="Corbel"/>
                <w:b w:val="0"/>
                <w:smallCaps w:val="0"/>
                <w:sz w:val="22"/>
              </w:rPr>
              <w:t>stek zagrożonych bycia ofiarą przestępstwa.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A0663" w:rsidRPr="009C54AE" w:rsidTr="00CD0B4F">
        <w:tc>
          <w:tcPr>
            <w:tcW w:w="9520" w:type="dxa"/>
          </w:tcPr>
          <w:p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605A00" w:rsidTr="006E3CE5">
        <w:tc>
          <w:tcPr>
            <w:tcW w:w="9520" w:type="dxa"/>
          </w:tcPr>
          <w:p w:rsidR="006E3CE5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Definicja i przedmiot badań wiktymologii.</w:t>
            </w:r>
          </w:p>
          <w:p w:rsidR="00F62C4B" w:rsidRPr="0028408B" w:rsidRDefault="00F62C4B" w:rsidP="00605A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Zadania i rodzaje wiktymologii.Pojęcie ofiary. Pojęcie wiktymizacji.</w:t>
            </w:r>
          </w:p>
          <w:p w:rsidR="00F62C4B" w:rsidRPr="0028408B" w:rsidRDefault="00F62C4B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 xml:space="preserve">Wiktymologia ogólna: zagrożenia ze strony środowiska naturalnego; </w:t>
            </w:r>
            <w:r w:rsidR="00605A00" w:rsidRPr="0028408B">
              <w:rPr>
                <w:rFonts w:ascii="Corbel" w:hAnsi="Corbel"/>
              </w:rPr>
              <w:t>problem uzależnień, problem samobójstw, zagrożenia w miejscu pracy.</w:t>
            </w:r>
          </w:p>
          <w:p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społeczna: bezrobocie, patologia rodziny, przemoc.</w:t>
            </w:r>
          </w:p>
          <w:p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kryminalna: rozwój wiktymologii kryminalnej, rola ofiary w genezie przestępstwa.</w:t>
            </w:r>
          </w:p>
          <w:p w:rsidR="00605A00" w:rsidRPr="0028408B" w:rsidRDefault="00605A0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penitencjarna: ważniejsze definicje i pojęcia, problem przeludnienia zakładów karnych, podkultura więzienna, samobójstwa w zakładach karnych.</w:t>
            </w:r>
          </w:p>
          <w:p w:rsidR="00F62C4B" w:rsidRPr="0028408B" w:rsidRDefault="00605A00" w:rsidP="00605A00">
            <w:pPr>
              <w:spacing w:after="0" w:line="24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Problematyka ofiar przestępstw w dokumentach międzynarodowych.</w:t>
            </w:r>
          </w:p>
        </w:tc>
      </w:tr>
      <w:tr w:rsidR="0028408B" w:rsidRPr="00605A00" w:rsidTr="006E3CE5">
        <w:tc>
          <w:tcPr>
            <w:tcW w:w="9520" w:type="dxa"/>
          </w:tcPr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Historia wiktymologii; koncepcje wiktymologii; ofiary przestępstw, przestępstwa bez ofiar;</w:t>
            </w:r>
          </w:p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typologia ofiar; rola ofiary w procesie wiktymizacji; skutki przestępstwa; skutki wiktymizacji;</w:t>
            </w:r>
          </w:p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ryzyko wiktymizacji.</w:t>
            </w:r>
          </w:p>
        </w:tc>
      </w:tr>
      <w:tr w:rsidR="0028408B" w:rsidRPr="00605A00" w:rsidTr="006E3CE5">
        <w:tc>
          <w:tcPr>
            <w:tcW w:w="9520" w:type="dxa"/>
          </w:tcPr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Wiktymologia jako dyscyplina;wiktymologia kryminologiczna a wiktymizacja kryminalistyczna; podatność wiktymizacyjna a tożsamość jednostki;</w:t>
            </w:r>
          </w:p>
          <w:p w:rsidR="0028408B" w:rsidRPr="0028408B" w:rsidRDefault="0028408B" w:rsidP="002840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typologia podatności wiktymizacyjnej (skoncentrowana na indywidualnych właściwościach ofiar przestępstw; skoncentrowana na udziale ofiar w genezie przestępstw; typologie mieszane oparte na cechach indywidualnych ofiar jak i na ich roli w zaistnieniu przestępstwa); modele społeczne interakcji między ofiarą a przestępcą;możliwości modyfikowania podatności wiktymizacyjnej.</w:t>
            </w:r>
          </w:p>
          <w:p w:rsidR="0028408B" w:rsidRPr="0028408B" w:rsidRDefault="0028408B" w:rsidP="0028408B">
            <w:pPr>
              <w:spacing w:after="0" w:line="360" w:lineRule="auto"/>
              <w:rPr>
                <w:rFonts w:ascii="Corbel" w:hAnsi="Corbel"/>
              </w:rPr>
            </w:pPr>
            <w:r w:rsidRPr="0028408B">
              <w:rPr>
                <w:rFonts w:ascii="Corbel" w:hAnsi="Corbel"/>
              </w:rPr>
              <w:t>Pokrzywdzenie przestępstwem (wiktymologia kryminalna), jej istota, znaczenie, przyczyny.</w:t>
            </w:r>
          </w:p>
        </w:tc>
      </w:tr>
    </w:tbl>
    <w:p w:rsidR="0085747A" w:rsidRPr="00605A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47FA0" w:rsidRDefault="001F513D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1F513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1F513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Pr="00B169DF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Pr="00B169DF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1F513D" w:rsidRPr="00B169DF" w:rsidTr="00573475">
        <w:tc>
          <w:tcPr>
            <w:tcW w:w="1962" w:type="dxa"/>
          </w:tcPr>
          <w:p w:rsidR="001F513D" w:rsidRDefault="001F513D" w:rsidP="001F51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 pisemne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F513D" w:rsidRDefault="001F513D" w:rsidP="001F51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7E9B" w:rsidRDefault="008E7E9B" w:rsidP="008E7E9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i/>
                <w:color w:val="000000"/>
              </w:rPr>
            </w:pPr>
            <w:r w:rsidRPr="00F218AB">
              <w:rPr>
                <w:rFonts w:ascii="Corbel" w:hAnsi="Corbel"/>
                <w:i/>
                <w:color w:val="000000"/>
              </w:rPr>
              <w:lastRenderedPageBreak/>
              <w:t>aktywny udział studenta w zajęciach;</w:t>
            </w:r>
          </w:p>
          <w:p w:rsidR="0085747A" w:rsidRPr="008E7E9B" w:rsidRDefault="008E7E9B" w:rsidP="008E7E9B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  <w:i/>
                <w:color w:val="000000"/>
              </w:rPr>
            </w:pPr>
            <w:r w:rsidRPr="008E7E9B">
              <w:rPr>
                <w:rFonts w:ascii="Corbel" w:hAnsi="Corbel"/>
                <w:i/>
                <w:color w:val="000000"/>
              </w:rPr>
              <w:t>pozytywna ocena z kolokwium (</w:t>
            </w:r>
            <w:r w:rsidR="00F95F18">
              <w:rPr>
                <w:rFonts w:ascii="Corbel" w:hAnsi="Corbel"/>
                <w:i/>
                <w:color w:val="000000"/>
              </w:rPr>
              <w:t>w zakresie ćwiczeń) – minimum 51</w:t>
            </w:r>
            <w:r w:rsidRPr="008E7E9B">
              <w:rPr>
                <w:rFonts w:ascii="Corbel" w:hAnsi="Corbel"/>
                <w:i/>
                <w:color w:val="000000"/>
              </w:rPr>
              <w:t>% pozytywnych odpowiedzi.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CC61C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CC61C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1F513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E3C0D" w:rsidRPr="00B169DF" w:rsidTr="009E3C0D">
        <w:trPr>
          <w:trHeight w:val="50"/>
        </w:trPr>
        <w:tc>
          <w:tcPr>
            <w:tcW w:w="7513" w:type="dxa"/>
          </w:tcPr>
          <w:p w:rsidR="009E3C0D" w:rsidRPr="00605A00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05A0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156075" w:rsidRPr="00605A00" w:rsidRDefault="00156075" w:rsidP="0015607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156075" w:rsidRDefault="00156075" w:rsidP="00156075">
            <w:pPr>
              <w:shd w:val="clear" w:color="auto" w:fill="FFFFFF"/>
              <w:spacing w:after="0" w:line="240" w:lineRule="auto"/>
            </w:pPr>
            <w:r>
              <w:rPr>
                <w:rFonts w:ascii="Corbel" w:hAnsi="Corbel"/>
              </w:rPr>
              <w:t xml:space="preserve">Kuć M., </w:t>
            </w:r>
            <w:r>
              <w:rPr>
                <w:rFonts w:ascii="Corbel" w:hAnsi="Corbel"/>
                <w:i/>
                <w:iCs/>
              </w:rPr>
              <w:t xml:space="preserve">Wiktymologia. </w:t>
            </w:r>
            <w:r>
              <w:t>Wydawnictwo C. H. BECK, Warszawa 2010.</w:t>
            </w:r>
          </w:p>
          <w:p w:rsidR="00156075" w:rsidRDefault="00156075" w:rsidP="00156075">
            <w:pPr>
              <w:shd w:val="clear" w:color="auto" w:fill="FFFFFF"/>
              <w:spacing w:after="0" w:line="240" w:lineRule="auto"/>
            </w:pPr>
            <w:r>
              <w:t xml:space="preserve">Hołyst B., </w:t>
            </w:r>
            <w:r>
              <w:rPr>
                <w:i/>
                <w:iCs/>
              </w:rPr>
              <w:t xml:space="preserve">Wiktymologia społeczna. </w:t>
            </w:r>
            <w:r>
              <w:t>Wydawnictwo Naukowe PWN, Warszawa 2020.</w:t>
            </w:r>
          </w:p>
          <w:p w:rsidR="00156075" w:rsidRPr="0035466E" w:rsidRDefault="00156075" w:rsidP="00156075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>
              <w:t xml:space="preserve">Hołyst B., </w:t>
            </w:r>
            <w:r>
              <w:rPr>
                <w:i/>
                <w:iCs/>
              </w:rPr>
              <w:t xml:space="preserve">Wiktymologia. </w:t>
            </w:r>
            <w:r>
              <w:t>Wydawnictwo Naukowe PWN, Warszawa 2000.</w:t>
            </w:r>
          </w:p>
          <w:p w:rsidR="0028408B" w:rsidRPr="0028408B" w:rsidRDefault="0028408B" w:rsidP="00605A00">
            <w:pPr>
              <w:spacing w:after="0" w:line="240" w:lineRule="auto"/>
              <w:rPr>
                <w:rFonts w:ascii="Corbel" w:hAnsi="Corbel"/>
                <w:i/>
              </w:rPr>
            </w:pPr>
          </w:p>
          <w:p w:rsidR="007D6D67" w:rsidRPr="001F513D" w:rsidRDefault="007D6D67" w:rsidP="009E3C0D">
            <w:pPr>
              <w:spacing w:after="0" w:line="240" w:lineRule="auto"/>
              <w:rPr>
                <w:rFonts w:ascii="Corbel" w:hAnsi="Corbel"/>
                <w:highlight w:val="yellow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7513" w:type="dxa"/>
          </w:tcPr>
          <w:p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1F513D" w:rsidRDefault="001F51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841004" w:rsidRPr="00953B47" w:rsidRDefault="00841004" w:rsidP="008410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841004" w:rsidRDefault="00841004" w:rsidP="008410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841004" w:rsidRPr="00605A00" w:rsidRDefault="00841004" w:rsidP="00841004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Kwieciński A. (red.), </w:t>
            </w:r>
            <w:r w:rsidRPr="00605A00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605A00">
              <w:rPr>
                <w:rFonts w:ascii="Corbel" w:hAnsi="Corbel"/>
              </w:rPr>
              <w:t xml:space="preserve"> LEX, Warszawa 2013.</w:t>
            </w:r>
          </w:p>
          <w:p w:rsidR="00841004" w:rsidRPr="00605A00" w:rsidRDefault="00841004" w:rsidP="00841004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Ciosek M., Pastwa-Wojciechowska B., </w:t>
            </w:r>
            <w:r w:rsidRPr="00605A00">
              <w:rPr>
                <w:rFonts w:ascii="Corbel" w:hAnsi="Corbel"/>
                <w:i/>
              </w:rPr>
              <w:t>Psychologia penitencjarna.</w:t>
            </w:r>
            <w:r w:rsidRPr="00605A00">
              <w:rPr>
                <w:rFonts w:ascii="Corbel" w:hAnsi="Corbel"/>
              </w:rPr>
              <w:t xml:space="preserve"> PWN, Warszawa 2016.</w:t>
            </w:r>
          </w:p>
          <w:p w:rsidR="00841004" w:rsidRPr="00605A00" w:rsidRDefault="00841004" w:rsidP="00841004">
            <w:pPr>
              <w:spacing w:after="0" w:line="240" w:lineRule="auto"/>
              <w:rPr>
                <w:rFonts w:ascii="Corbel" w:hAnsi="Corbel"/>
              </w:rPr>
            </w:pPr>
            <w:r w:rsidRPr="00605A00">
              <w:rPr>
                <w:rFonts w:ascii="Corbel" w:hAnsi="Corbel"/>
              </w:rPr>
              <w:t xml:space="preserve">Machel H., </w:t>
            </w:r>
            <w:r w:rsidRPr="00605A00">
              <w:rPr>
                <w:rFonts w:ascii="Corbel" w:hAnsi="Corbel"/>
                <w:i/>
              </w:rPr>
              <w:t>Więzienie jako instytucja karna i resocjalizacyjna.</w:t>
            </w:r>
            <w:r w:rsidRPr="00605A00">
              <w:rPr>
                <w:rFonts w:ascii="Corbel" w:hAnsi="Corbel"/>
              </w:rPr>
              <w:t xml:space="preserve"> ARCHE, Gdańsk 2003.</w:t>
            </w:r>
          </w:p>
          <w:p w:rsidR="00841004" w:rsidRPr="000C75E5" w:rsidRDefault="00841004" w:rsidP="00841004">
            <w:pPr>
              <w:spacing w:after="0" w:line="240" w:lineRule="auto"/>
              <w:rPr>
                <w:rFonts w:ascii="Corbel" w:hAnsi="Corbel"/>
                <w:i/>
              </w:rPr>
            </w:pPr>
            <w:r w:rsidRPr="0028408B">
              <w:rPr>
                <w:rFonts w:ascii="Corbel" w:hAnsi="Corbel"/>
                <w:iCs/>
              </w:rPr>
              <w:t>Błachut</w:t>
            </w:r>
            <w:r>
              <w:rPr>
                <w:rFonts w:ascii="Corbel" w:hAnsi="Corbel"/>
                <w:iCs/>
              </w:rPr>
              <w:t xml:space="preserve"> J.</w:t>
            </w:r>
            <w:r w:rsidRPr="0028408B">
              <w:rPr>
                <w:rFonts w:ascii="Corbel" w:hAnsi="Corbel"/>
                <w:iCs/>
              </w:rPr>
              <w:t>, Gaberle</w:t>
            </w:r>
            <w:r>
              <w:rPr>
                <w:rFonts w:ascii="Corbel" w:hAnsi="Corbel"/>
                <w:iCs/>
              </w:rPr>
              <w:t xml:space="preserve"> A., </w:t>
            </w:r>
            <w:r w:rsidRPr="0028408B">
              <w:rPr>
                <w:rFonts w:ascii="Corbel" w:hAnsi="Corbel"/>
                <w:iCs/>
              </w:rPr>
              <w:t>Krajewski</w:t>
            </w:r>
            <w:r>
              <w:rPr>
                <w:rFonts w:ascii="Corbel" w:hAnsi="Corbel"/>
                <w:iCs/>
              </w:rPr>
              <w:t xml:space="preserve"> K.</w:t>
            </w:r>
            <w:r w:rsidRPr="0028408B">
              <w:rPr>
                <w:rFonts w:ascii="Corbel" w:hAnsi="Corbel"/>
                <w:iCs/>
              </w:rPr>
              <w:t xml:space="preserve">, </w:t>
            </w:r>
            <w:r w:rsidRPr="0028408B">
              <w:rPr>
                <w:rFonts w:ascii="Corbel" w:hAnsi="Corbel"/>
                <w:i/>
              </w:rPr>
              <w:t xml:space="preserve">Kryminologia, </w:t>
            </w:r>
            <w:r w:rsidRPr="0028408B">
              <w:rPr>
                <w:rFonts w:ascii="Corbel" w:hAnsi="Corbel"/>
                <w:iCs/>
              </w:rPr>
              <w:t>INFOtrade, Gdańsk 2001.</w:t>
            </w:r>
          </w:p>
          <w:p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7BE" w:rsidRDefault="00C357BE" w:rsidP="00C16ABF">
      <w:pPr>
        <w:spacing w:after="0" w:line="240" w:lineRule="auto"/>
      </w:pPr>
      <w:r>
        <w:separator/>
      </w:r>
    </w:p>
  </w:endnote>
  <w:endnote w:type="continuationSeparator" w:id="1">
    <w:p w:rsidR="00C357BE" w:rsidRDefault="00C357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7BE" w:rsidRDefault="00C357BE" w:rsidP="00C16ABF">
      <w:pPr>
        <w:spacing w:after="0" w:line="240" w:lineRule="auto"/>
      </w:pPr>
      <w:r>
        <w:separator/>
      </w:r>
    </w:p>
  </w:footnote>
  <w:footnote w:type="continuationSeparator" w:id="1">
    <w:p w:rsidR="00C357BE" w:rsidRDefault="00C357BE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5A94"/>
    <w:multiLevelType w:val="hybridMultilevel"/>
    <w:tmpl w:val="52C4BEA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7A6E2B"/>
    <w:multiLevelType w:val="hybridMultilevel"/>
    <w:tmpl w:val="5D8AF6C6"/>
    <w:lvl w:ilvl="0" w:tplc="87343B2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C37EC7"/>
    <w:multiLevelType w:val="hybridMultilevel"/>
    <w:tmpl w:val="26D2A190"/>
    <w:lvl w:ilvl="0" w:tplc="C2F24E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F000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B4822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56075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3E8F"/>
    <w:rsid w:val="001D657B"/>
    <w:rsid w:val="001D7B54"/>
    <w:rsid w:val="001E0209"/>
    <w:rsid w:val="001E5C5C"/>
    <w:rsid w:val="001F2CA2"/>
    <w:rsid w:val="001F513D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408B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E20FF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466E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1F17"/>
    <w:rsid w:val="005D7F9F"/>
    <w:rsid w:val="005E4BDD"/>
    <w:rsid w:val="005E6E85"/>
    <w:rsid w:val="005F31D2"/>
    <w:rsid w:val="005F76A3"/>
    <w:rsid w:val="00605A00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7F7E56"/>
    <w:rsid w:val="0081554D"/>
    <w:rsid w:val="0081707E"/>
    <w:rsid w:val="00820030"/>
    <w:rsid w:val="00841004"/>
    <w:rsid w:val="008449B3"/>
    <w:rsid w:val="008464A3"/>
    <w:rsid w:val="008552A2"/>
    <w:rsid w:val="00855BF3"/>
    <w:rsid w:val="0085747A"/>
    <w:rsid w:val="00884922"/>
    <w:rsid w:val="00885F64"/>
    <w:rsid w:val="008917F9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E7E9B"/>
    <w:rsid w:val="008F12C9"/>
    <w:rsid w:val="008F6E29"/>
    <w:rsid w:val="00916188"/>
    <w:rsid w:val="00923BB5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510D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57BE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B5A35"/>
    <w:rsid w:val="00CC61C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14F8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678B"/>
    <w:rsid w:val="00DA2114"/>
    <w:rsid w:val="00DA59B1"/>
    <w:rsid w:val="00DC0C85"/>
    <w:rsid w:val="00DE09C0"/>
    <w:rsid w:val="00DE4A14"/>
    <w:rsid w:val="00DF1C51"/>
    <w:rsid w:val="00DF320D"/>
    <w:rsid w:val="00DF4DFC"/>
    <w:rsid w:val="00DF64BA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D59D4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2D9F"/>
    <w:rsid w:val="00F27486"/>
    <w:rsid w:val="00F27A7B"/>
    <w:rsid w:val="00F31F5D"/>
    <w:rsid w:val="00F367BB"/>
    <w:rsid w:val="00F526AF"/>
    <w:rsid w:val="00F617C3"/>
    <w:rsid w:val="00F61A26"/>
    <w:rsid w:val="00F62C4B"/>
    <w:rsid w:val="00F7066B"/>
    <w:rsid w:val="00F738E8"/>
    <w:rsid w:val="00F83597"/>
    <w:rsid w:val="00F83B28"/>
    <w:rsid w:val="00F86404"/>
    <w:rsid w:val="00F95F18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6B280-B629-4A41-B670-4DCBB2C88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306</TotalTime>
  <Pages>5</Pages>
  <Words>1165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185</cp:revision>
  <cp:lastPrinted>2019-02-06T12:12:00Z</cp:lastPrinted>
  <dcterms:created xsi:type="dcterms:W3CDTF">2023-06-10T14:37:00Z</dcterms:created>
  <dcterms:modified xsi:type="dcterms:W3CDTF">2024-09-19T22:26:00Z</dcterms:modified>
</cp:coreProperties>
</file>